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B443BE">
        <w:t xml:space="preserve">sektorovou veřejnou zakázku s názvem </w:t>
      </w:r>
      <w:bookmarkStart w:id="0" w:name="_Toc403053768"/>
      <w:r w:rsidRPr="00B443BE">
        <w:rPr>
          <w:b/>
        </w:rPr>
        <w:t>„</w:t>
      </w:r>
      <w:bookmarkEnd w:id="0"/>
      <w:r w:rsidR="00B443BE" w:rsidRPr="00B443BE">
        <w:rPr>
          <w:b/>
        </w:rPr>
        <w:t>Nákup univerzálního kolového traktoru s příslušenstvím</w:t>
      </w:r>
      <w:r w:rsidRPr="00B443BE">
        <w:rPr>
          <w:b/>
        </w:rPr>
        <w:t>“</w:t>
      </w:r>
      <w:r w:rsidRPr="00B443BE">
        <w:t xml:space="preserve">, </w:t>
      </w:r>
      <w:bookmarkStart w:id="1" w:name="_GoBack"/>
      <w:proofErr w:type="gramStart"/>
      <w:r w:rsidRPr="00D67737">
        <w:t>č.j.</w:t>
      </w:r>
      <w:proofErr w:type="gramEnd"/>
      <w:r w:rsidRPr="00D67737">
        <w:t xml:space="preserve"> </w:t>
      </w:r>
      <w:r w:rsidR="00D67737" w:rsidRPr="00D67737">
        <w:t xml:space="preserve">28119/2020-SŽ-OŘ PHA-OVZ </w:t>
      </w:r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A31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8BA6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77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77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B2723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39F1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443BE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67737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5D6650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4ED64-5BAC-41AB-B876-49E129B2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2020-07-22T05:33:00Z</dcterms:created>
  <dcterms:modified xsi:type="dcterms:W3CDTF">2020-07-22T06:34:00Z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